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EAF07CEC-FC3D-4005-80AA-52D9ACDE0E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